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8D66F9" w14:textId="77777777" w:rsidR="00784EE4" w:rsidRDefault="00784EE4" w:rsidP="00E22C1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6E8D66FA" w14:textId="77777777" w:rsid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14:paraId="6E8D66FB" w14:textId="3BDB1FC1" w:rsidR="00D7122A" w:rsidRPr="00D7122A" w:rsidRDefault="00D7122A" w:rsidP="00D7122A">
      <w:pPr>
        <w:jc w:val="both"/>
        <w:rPr>
          <w:szCs w:val="22"/>
        </w:rPr>
      </w:pPr>
      <w:r w:rsidRPr="00C8705D">
        <w:rPr>
          <w:b/>
          <w:color w:val="FF0000"/>
          <w:szCs w:val="22"/>
          <w:u w:val="single"/>
        </w:rPr>
        <w:t xml:space="preserve">Účastník předloží pouze v případě postupu dle čl. </w:t>
      </w:r>
      <w:r w:rsidR="00C8705D" w:rsidRPr="00C8705D">
        <w:rPr>
          <w:b/>
          <w:color w:val="FF0000"/>
          <w:szCs w:val="22"/>
          <w:u w:val="single"/>
        </w:rPr>
        <w:t>13</w:t>
      </w:r>
      <w:r w:rsidRPr="00C8705D">
        <w:rPr>
          <w:b/>
          <w:color w:val="FF0000"/>
          <w:szCs w:val="22"/>
          <w:u w:val="single"/>
        </w:rPr>
        <w:t xml:space="preserve">.2. a </w:t>
      </w:r>
      <w:r w:rsidR="00C8705D" w:rsidRPr="00C8705D">
        <w:rPr>
          <w:b/>
          <w:color w:val="FF0000"/>
          <w:szCs w:val="22"/>
          <w:u w:val="single"/>
        </w:rPr>
        <w:t>13</w:t>
      </w:r>
      <w:r w:rsidRPr="00C8705D">
        <w:rPr>
          <w:b/>
          <w:color w:val="FF0000"/>
          <w:szCs w:val="22"/>
          <w:u w:val="single"/>
        </w:rPr>
        <w:t>.3 Výzvy</w:t>
      </w:r>
      <w:r w:rsidRPr="00D7122A">
        <w:rPr>
          <w:color w:val="FF0000"/>
          <w:szCs w:val="22"/>
        </w:rPr>
        <w:t xml:space="preserve">.   </w:t>
      </w:r>
    </w:p>
    <w:p w14:paraId="6E8D66FC" w14:textId="77777777" w:rsidR="00784EE4" w:rsidRPr="00784EE4" w:rsidRDefault="00784EE4" w:rsidP="00E22C1B">
      <w:pPr>
        <w:pStyle w:val="Nadpis1"/>
        <w:rPr>
          <w:rFonts w:eastAsia="Times New Roman"/>
        </w:rPr>
      </w:pPr>
      <w:r w:rsidRPr="00784EE4">
        <w:rPr>
          <w:rFonts w:eastAsia="Times New Roman"/>
        </w:rPr>
        <w:t>Čestné prohlášení</w:t>
      </w:r>
    </w:p>
    <w:p w14:paraId="6E8D66FD" w14:textId="77777777" w:rsidR="00784EE4" w:rsidRPr="00784EE4" w:rsidRDefault="00784EE4" w:rsidP="00E22C1B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 w:rsidRPr="00784EE4"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6E8D66FE" w14:textId="77777777"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x-none"/>
        </w:rPr>
      </w:pPr>
    </w:p>
    <w:p w14:paraId="6E8D66FF" w14:textId="77777777" w:rsidR="00784EE4" w:rsidRPr="00784EE4" w:rsidRDefault="00784EE4" w:rsidP="00E22C1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Účastník:</w:t>
      </w:r>
    </w:p>
    <w:p w14:paraId="6E8D6700" w14:textId="77777777" w:rsidR="00784EE4" w:rsidRPr="00784EE4" w:rsidRDefault="00784EE4" w:rsidP="00E22C1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Obchodní firma/jméno</w:t>
      </w:r>
      <w:r w:rsidRPr="00784EE4">
        <w:rPr>
          <w:rFonts w:eastAsia="Times New Roman" w:cs="Times New Roman"/>
          <w:b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6E8D6701" w14:textId="77777777"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Sídlo/místo podnikání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6E8D6702" w14:textId="77777777"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IČO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6E8D6703" w14:textId="77777777" w:rsidR="00784EE4" w:rsidRPr="00784EE4" w:rsidRDefault="00784EE4" w:rsidP="00E22C1B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Zastoupen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6E8D6704" w14:textId="77777777"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14:paraId="6E8D6705" w14:textId="5691FCB2" w:rsidR="00784EE4" w:rsidRPr="00784EE4" w:rsidRDefault="00784EE4" w:rsidP="00C8705D">
      <w:pPr>
        <w:spacing w:line="240" w:lineRule="auto"/>
        <w:jc w:val="both"/>
        <w:rPr>
          <w:rFonts w:eastAsia="Calibri" w:cs="Times New Roman"/>
        </w:rPr>
      </w:pPr>
      <w:r w:rsidRPr="00784EE4">
        <w:rPr>
          <w:rFonts w:eastAsia="Times New Roman" w:cs="Times New Roman"/>
          <w:lang w:eastAsia="cs-CZ"/>
        </w:rPr>
        <w:t xml:space="preserve">který podává nabídku </w:t>
      </w:r>
      <w:r w:rsidRPr="00C8705D">
        <w:rPr>
          <w:rFonts w:eastAsia="Times New Roman" w:cs="Times New Roman"/>
          <w:lang w:eastAsia="cs-CZ"/>
        </w:rPr>
        <w:t>veřejnou zakázku</w:t>
      </w:r>
      <w:r w:rsidR="00002606">
        <w:rPr>
          <w:rFonts w:eastAsia="Times New Roman" w:cs="Times New Roman"/>
          <w:lang w:eastAsia="cs-CZ"/>
        </w:rPr>
        <w:t xml:space="preserve"> malého rozsahu</w:t>
      </w:r>
      <w:bookmarkStart w:id="0" w:name="_GoBack"/>
      <w:bookmarkEnd w:id="0"/>
      <w:r w:rsidRPr="00784EE4">
        <w:rPr>
          <w:rFonts w:eastAsia="Times New Roman" w:cs="Times New Roman"/>
          <w:lang w:eastAsia="cs-CZ"/>
        </w:rPr>
        <w:t xml:space="preserve"> s názvem </w:t>
      </w:r>
      <w:bookmarkStart w:id="1" w:name="_Toc403053768"/>
      <w:r w:rsidRPr="00784EE4">
        <w:rPr>
          <w:rFonts w:eastAsia="Times New Roman" w:cs="Times New Roman"/>
          <w:b/>
          <w:lang w:eastAsia="cs-CZ"/>
        </w:rPr>
        <w:t>„</w:t>
      </w:r>
      <w:bookmarkEnd w:id="1"/>
      <w:r w:rsidR="00042BCD" w:rsidRPr="00042BCD">
        <w:rPr>
          <w:rFonts w:ascii="Verdana" w:eastAsia="Verdana" w:hAnsi="Verdana" w:cs="Times New Roman"/>
          <w:b/>
          <w:color w:val="000000"/>
        </w:rPr>
        <w:t xml:space="preserve">Náhradní výsadba </w:t>
      </w:r>
      <w:proofErr w:type="gramStart"/>
      <w:r w:rsidR="00042BCD" w:rsidRPr="00042BCD">
        <w:rPr>
          <w:rFonts w:ascii="Verdana" w:eastAsia="Verdana" w:hAnsi="Verdana" w:cs="Times New Roman"/>
          <w:b/>
          <w:color w:val="000000"/>
        </w:rPr>
        <w:t>k.ú.</w:t>
      </w:r>
      <w:proofErr w:type="gramEnd"/>
      <w:r w:rsidR="00042BCD" w:rsidRPr="00042BCD">
        <w:rPr>
          <w:rFonts w:ascii="Verdana" w:eastAsia="Verdana" w:hAnsi="Verdana" w:cs="Times New Roman"/>
          <w:b/>
          <w:color w:val="000000"/>
        </w:rPr>
        <w:t xml:space="preserve"> Kateřinky u Opavy</w:t>
      </w:r>
      <w:r w:rsidRPr="00784EE4">
        <w:rPr>
          <w:rFonts w:eastAsia="Times New Roman" w:cs="Times New Roman"/>
          <w:b/>
          <w:lang w:eastAsia="cs-CZ"/>
        </w:rPr>
        <w:t>“</w:t>
      </w:r>
      <w:r w:rsidRPr="00784EE4">
        <w:rPr>
          <w:rFonts w:eastAsia="Times New Roman" w:cs="Times New Roman"/>
          <w:lang w:eastAsia="cs-CZ"/>
        </w:rPr>
        <w:t xml:space="preserve">, tímto čestně prohlašuje, že </w:t>
      </w:r>
      <w:r w:rsidRPr="00784EE4">
        <w:rPr>
          <w:rFonts w:eastAsia="Calibri" w:cs="Times New Roman"/>
        </w:rPr>
        <w:t xml:space="preserve">údaje a další skutečnosti uvedené či jinak řádné označené v nabídce, respektive </w:t>
      </w:r>
      <w:r w:rsidRPr="00C8705D">
        <w:rPr>
          <w:rFonts w:eastAsia="Calibri" w:cs="Times New Roman"/>
        </w:rPr>
        <w:t>v  smlouvě o dílo (dále</w:t>
      </w:r>
      <w:r w:rsidRPr="00784EE4">
        <w:rPr>
          <w:rFonts w:eastAsia="Calibri" w:cs="Times New Roman"/>
        </w:rPr>
        <w:t xml:space="preserve">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6E8D6706" w14:textId="77777777" w:rsidR="00784EE4" w:rsidRPr="00784EE4" w:rsidRDefault="00784EE4" w:rsidP="00C8705D">
      <w:pPr>
        <w:spacing w:line="240" w:lineRule="auto"/>
        <w:jc w:val="both"/>
        <w:rPr>
          <w:rFonts w:eastAsia="Calibri" w:cs="Times New Roman"/>
        </w:rPr>
      </w:pPr>
      <w:r w:rsidRPr="00784EE4"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6E8D6707" w14:textId="77777777" w:rsidR="00784EE4" w:rsidRPr="00784EE4" w:rsidRDefault="00784EE4" w:rsidP="00C8705D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784EE4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6E8D6708" w14:textId="77777777" w:rsidR="00784EE4" w:rsidRPr="00784EE4" w:rsidRDefault="00784EE4" w:rsidP="00C8705D">
      <w:pPr>
        <w:spacing w:line="240" w:lineRule="auto"/>
        <w:jc w:val="both"/>
        <w:rPr>
          <w:rFonts w:eastAsia="Calibri" w:cs="Times New Roman"/>
        </w:rPr>
      </w:pPr>
      <w:r w:rsidRPr="00784EE4"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6E8D6709" w14:textId="77777777" w:rsidR="00784EE4" w:rsidRPr="00784EE4" w:rsidRDefault="00784EE4" w:rsidP="00E22C1B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6E8D670A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V ………………….… dne ………………………</w:t>
      </w:r>
    </w:p>
    <w:p w14:paraId="6E8D670B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E8D670C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E8D670D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E8D670E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E8D670F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14:paraId="6E8D6710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Jméno a podpis osoby oprávněné jednat jménem či za účastníka</w:t>
      </w:r>
    </w:p>
    <w:p w14:paraId="6E8D6711" w14:textId="77777777" w:rsidR="009F392E" w:rsidRPr="00784EE4" w:rsidRDefault="00441430" w:rsidP="00E22C1B">
      <w:r w:rsidRPr="00784EE4">
        <w:t xml:space="preserve"> </w:t>
      </w:r>
    </w:p>
    <w:sectPr w:rsidR="009F392E" w:rsidRPr="00784EE4" w:rsidSect="00784EE4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6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8D6714" w14:textId="77777777" w:rsidR="00004F3C" w:rsidRDefault="00004F3C" w:rsidP="00962258">
      <w:pPr>
        <w:spacing w:after="0" w:line="240" w:lineRule="auto"/>
      </w:pPr>
      <w:r>
        <w:separator/>
      </w:r>
    </w:p>
  </w:endnote>
  <w:endnote w:type="continuationSeparator" w:id="0">
    <w:p w14:paraId="6E8D6715" w14:textId="77777777" w:rsidR="00004F3C" w:rsidRDefault="00004F3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E8D671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8D671B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E8D671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8D671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E8D671E" w14:textId="77777777" w:rsidR="00F1715C" w:rsidRDefault="00F1715C" w:rsidP="00D831A3">
          <w:pPr>
            <w:pStyle w:val="Zpat"/>
          </w:pPr>
        </w:p>
      </w:tc>
    </w:tr>
  </w:tbl>
  <w:p w14:paraId="6E8D672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E8D672D" wp14:editId="6E8D672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E8D672F" wp14:editId="6E8D673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  <w:gridCol w:w="2921"/>
    </w:tblGrid>
    <w:tr w:rsidR="00C8705D" w14:paraId="6E8D672A" w14:textId="77777777" w:rsidTr="00C8705D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8D6723" w14:textId="77777777" w:rsidR="00C8705D" w:rsidRPr="00B8518B" w:rsidRDefault="00C8705D" w:rsidP="00292FDB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E8D6724" w14:textId="77777777" w:rsidR="00C8705D" w:rsidRDefault="00C8705D" w:rsidP="00460660">
          <w:pPr>
            <w:pStyle w:val="Zpat"/>
          </w:pPr>
          <w:r>
            <w:t>Správa železniční dopravní cesty, státní organizace</w:t>
          </w:r>
        </w:p>
        <w:p w14:paraId="6E8D6725" w14:textId="77777777" w:rsidR="00C8705D" w:rsidRDefault="00C8705D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8D6726" w14:textId="77777777" w:rsidR="00C8705D" w:rsidRDefault="00C8705D" w:rsidP="00460660">
          <w:pPr>
            <w:pStyle w:val="Zpat"/>
          </w:pPr>
          <w:r>
            <w:t>Sídlo: Dlážděná 1003/7, 110 00 Praha 1</w:t>
          </w:r>
        </w:p>
        <w:p w14:paraId="6E8D6727" w14:textId="77777777" w:rsidR="00C8705D" w:rsidRDefault="00C8705D" w:rsidP="00460660">
          <w:pPr>
            <w:pStyle w:val="Zpat"/>
          </w:pPr>
          <w:r>
            <w:t>IČ: 709 94 234 DIČ: CZ 709 94 234</w:t>
          </w:r>
        </w:p>
        <w:p w14:paraId="6E8D6728" w14:textId="77777777" w:rsidR="00C8705D" w:rsidRDefault="00C8705D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3660849" w14:textId="77777777" w:rsidR="00C8705D" w:rsidRPr="00B45E9E" w:rsidRDefault="00C8705D" w:rsidP="00A50186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14:paraId="3C58B907" w14:textId="77777777" w:rsidR="00C8705D" w:rsidRPr="00B45E9E" w:rsidRDefault="00C8705D" w:rsidP="00A50186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53386AE5" w14:textId="32BF1996" w:rsidR="00C8705D" w:rsidRDefault="00C8705D" w:rsidP="00460660">
          <w:pPr>
            <w:pStyle w:val="Zpat"/>
          </w:pPr>
          <w:r>
            <w:rPr>
              <w:b/>
            </w:rPr>
            <w:t>702 00 Ostrava</w:t>
          </w:r>
        </w:p>
      </w:tc>
      <w:tc>
        <w:tcPr>
          <w:tcW w:w="2921" w:type="dxa"/>
        </w:tcPr>
        <w:p w14:paraId="6E8D6729" w14:textId="1A47E567" w:rsidR="00C8705D" w:rsidRDefault="00C8705D" w:rsidP="00460660">
          <w:pPr>
            <w:pStyle w:val="Zpat"/>
          </w:pPr>
        </w:p>
      </w:tc>
    </w:tr>
  </w:tbl>
  <w:p w14:paraId="6E8D672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E8D6733" wp14:editId="6E8D673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6E8D6735" wp14:editId="6E8D673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E8D672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8D6712" w14:textId="77777777" w:rsidR="00004F3C" w:rsidRDefault="00004F3C" w:rsidP="00962258">
      <w:pPr>
        <w:spacing w:after="0" w:line="240" w:lineRule="auto"/>
      </w:pPr>
      <w:r>
        <w:separator/>
      </w:r>
    </w:p>
  </w:footnote>
  <w:footnote w:type="continuationSeparator" w:id="0">
    <w:p w14:paraId="6E8D6713" w14:textId="77777777" w:rsidR="00004F3C" w:rsidRDefault="00004F3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E8D671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E8D6716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E8D671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E8D6718" w14:textId="77777777" w:rsidR="00F1715C" w:rsidRPr="00D6163D" w:rsidRDefault="00F1715C" w:rsidP="00D6163D">
          <w:pPr>
            <w:pStyle w:val="Druhdokumentu"/>
          </w:pPr>
        </w:p>
      </w:tc>
    </w:tr>
  </w:tbl>
  <w:p w14:paraId="6E8D671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8D6721" w14:textId="77777777"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6E8D6731" wp14:editId="6E8D673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E8D672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E4"/>
    <w:rsid w:val="00002606"/>
    <w:rsid w:val="00004F3C"/>
    <w:rsid w:val="00042BCD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7EE7"/>
    <w:rsid w:val="00280E07"/>
    <w:rsid w:val="00292FDB"/>
    <w:rsid w:val="00296DE3"/>
    <w:rsid w:val="002C31BF"/>
    <w:rsid w:val="002D08B1"/>
    <w:rsid w:val="002E0CD7"/>
    <w:rsid w:val="00341DCF"/>
    <w:rsid w:val="003501CA"/>
    <w:rsid w:val="00357BC6"/>
    <w:rsid w:val="00376EE9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475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6AAD"/>
    <w:rsid w:val="00677B7F"/>
    <w:rsid w:val="006A5570"/>
    <w:rsid w:val="006A689C"/>
    <w:rsid w:val="006B3D79"/>
    <w:rsid w:val="006D7AFE"/>
    <w:rsid w:val="006E0578"/>
    <w:rsid w:val="006E314D"/>
    <w:rsid w:val="00710723"/>
    <w:rsid w:val="00714D6B"/>
    <w:rsid w:val="00723ED1"/>
    <w:rsid w:val="00743525"/>
    <w:rsid w:val="0076286B"/>
    <w:rsid w:val="00766846"/>
    <w:rsid w:val="0077673A"/>
    <w:rsid w:val="007846E1"/>
    <w:rsid w:val="00784EE4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8705D"/>
    <w:rsid w:val="00CD1FC4"/>
    <w:rsid w:val="00D21061"/>
    <w:rsid w:val="00D4108E"/>
    <w:rsid w:val="00D6163D"/>
    <w:rsid w:val="00D7122A"/>
    <w:rsid w:val="00D831A3"/>
    <w:rsid w:val="00DC75F3"/>
    <w:rsid w:val="00DD46F3"/>
    <w:rsid w:val="00DE56F2"/>
    <w:rsid w:val="00DF116D"/>
    <w:rsid w:val="00E22C1B"/>
    <w:rsid w:val="00EB104F"/>
    <w:rsid w:val="00ED14BD"/>
    <w:rsid w:val="00F0533E"/>
    <w:rsid w:val="00F1048D"/>
    <w:rsid w:val="00F12DEC"/>
    <w:rsid w:val="00F1715C"/>
    <w:rsid w:val="00F310F8"/>
    <w:rsid w:val="00F31F65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E8D66F9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4095B-F91F-4B6E-8BA8-C6CB62C27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267FEED-3F26-4DFF-BE28-5BFFE1E64B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51A92E-B175-4F67-8327-FEE6F613331A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57E1293-43FB-43C0-B892-9E211B84A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4</TotalTime>
  <Pages>1</Pages>
  <Words>344</Words>
  <Characters>2031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Jüttnerová Andrea, Mgr.</cp:lastModifiedBy>
  <cp:revision>8</cp:revision>
  <cp:lastPrinted>2017-11-28T17:18:00Z</cp:lastPrinted>
  <dcterms:created xsi:type="dcterms:W3CDTF">2019-06-04T08:02:00Z</dcterms:created>
  <dcterms:modified xsi:type="dcterms:W3CDTF">2019-07-12T09:32:00Z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